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BD" w:rsidRDefault="00002BBD" w:rsidP="00002BB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B2197" w:rsidRPr="00ED3B78" w:rsidRDefault="009B2197" w:rsidP="00002BB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02BBD" w:rsidRPr="00ED3B78" w:rsidRDefault="00002BBD" w:rsidP="00002BB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02BBD" w:rsidRDefault="00002BBD" w:rsidP="00002BBD">
      <w:pPr>
        <w:pStyle w:val="Cmsor2"/>
        <w:contextualSpacing/>
        <w:rPr>
          <w:szCs w:val="24"/>
        </w:rPr>
      </w:pPr>
      <w:bookmarkStart w:id="0" w:name="_Toc222641615"/>
      <w:r w:rsidRPr="00ED3B78">
        <w:rPr>
          <w:szCs w:val="24"/>
        </w:rPr>
        <w:t>J E G Y Z Ő K Ö N Y V</w:t>
      </w:r>
      <w:bookmarkEnd w:id="0"/>
      <w:r w:rsidRPr="00ED3B78">
        <w:rPr>
          <w:szCs w:val="24"/>
        </w:rPr>
        <w:t xml:space="preserve"> </w:t>
      </w:r>
    </w:p>
    <w:p w:rsidR="002C73AE" w:rsidRPr="002C73AE" w:rsidRDefault="002C73AE" w:rsidP="002C73AE">
      <w:pPr>
        <w:rPr>
          <w:lang w:eastAsia="hu-HU"/>
        </w:rPr>
      </w:pPr>
    </w:p>
    <w:p w:rsidR="00002BBD" w:rsidRPr="00ED3B78" w:rsidRDefault="00002BBD" w:rsidP="00002BB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E243E" w:rsidRPr="009B2197" w:rsidRDefault="00AC5394" w:rsidP="009A721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  <w:u w:val="single"/>
        </w:rPr>
        <w:t>Tárgy:</w:t>
      </w:r>
      <w:r w:rsidRPr="009B21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A7215" w:rsidRPr="009B2197">
        <w:rPr>
          <w:rFonts w:ascii="Times New Roman" w:hAnsi="Times New Roman"/>
          <w:sz w:val="24"/>
          <w:szCs w:val="24"/>
        </w:rPr>
        <w:t>Hévíz-Balaton Airport Kft. Felügyelő Bizottságának ülése</w:t>
      </w:r>
    </w:p>
    <w:p w:rsidR="00002BBD" w:rsidRPr="009B2197" w:rsidRDefault="00002BBD" w:rsidP="006B1CD4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  <w:u w:val="single"/>
        </w:rPr>
        <w:t>Készült:</w:t>
      </w:r>
      <w:r w:rsidR="00AC5394" w:rsidRPr="009B2197">
        <w:rPr>
          <w:rFonts w:ascii="Times New Roman" w:hAnsi="Times New Roman"/>
          <w:sz w:val="24"/>
          <w:szCs w:val="24"/>
        </w:rPr>
        <w:t xml:space="preserve"> 201</w:t>
      </w:r>
      <w:r w:rsidR="009A7215" w:rsidRPr="009B2197">
        <w:rPr>
          <w:rFonts w:ascii="Times New Roman" w:hAnsi="Times New Roman"/>
          <w:sz w:val="24"/>
          <w:szCs w:val="24"/>
        </w:rPr>
        <w:t>3</w:t>
      </w:r>
      <w:r w:rsidR="00AC5394" w:rsidRPr="009B2197">
        <w:rPr>
          <w:rFonts w:ascii="Times New Roman" w:hAnsi="Times New Roman"/>
          <w:sz w:val="24"/>
          <w:szCs w:val="24"/>
        </w:rPr>
        <w:t xml:space="preserve">. </w:t>
      </w:r>
      <w:r w:rsidR="009A7215" w:rsidRPr="009B2197">
        <w:rPr>
          <w:rFonts w:ascii="Times New Roman" w:hAnsi="Times New Roman"/>
          <w:sz w:val="24"/>
          <w:szCs w:val="24"/>
        </w:rPr>
        <w:t>március 21.-</w:t>
      </w:r>
      <w:r w:rsidRPr="009B2197">
        <w:rPr>
          <w:rFonts w:ascii="Times New Roman" w:hAnsi="Times New Roman"/>
          <w:sz w:val="24"/>
          <w:szCs w:val="24"/>
        </w:rPr>
        <w:t>én (</w:t>
      </w:r>
      <w:r w:rsidR="009A7215" w:rsidRPr="009B2197">
        <w:rPr>
          <w:rFonts w:ascii="Times New Roman" w:hAnsi="Times New Roman"/>
          <w:sz w:val="24"/>
          <w:szCs w:val="24"/>
        </w:rPr>
        <w:t>csütörtökön</w:t>
      </w:r>
      <w:r w:rsidRPr="009B2197">
        <w:rPr>
          <w:rFonts w:ascii="Times New Roman" w:hAnsi="Times New Roman"/>
          <w:sz w:val="24"/>
          <w:szCs w:val="24"/>
        </w:rPr>
        <w:t xml:space="preserve">) </w:t>
      </w:r>
      <w:r w:rsidR="009A7215" w:rsidRPr="009B2197">
        <w:rPr>
          <w:rFonts w:ascii="Times New Roman" w:hAnsi="Times New Roman"/>
          <w:sz w:val="24"/>
          <w:szCs w:val="24"/>
        </w:rPr>
        <w:t>10:00</w:t>
      </w:r>
      <w:r w:rsidRPr="009B2197">
        <w:rPr>
          <w:rFonts w:ascii="Times New Roman" w:hAnsi="Times New Roman"/>
          <w:sz w:val="24"/>
          <w:szCs w:val="24"/>
        </w:rPr>
        <w:t xml:space="preserve"> </w:t>
      </w:r>
      <w:r w:rsidR="006B1CD4" w:rsidRPr="009B2197">
        <w:rPr>
          <w:rFonts w:ascii="Times New Roman" w:hAnsi="Times New Roman"/>
          <w:sz w:val="24"/>
          <w:szCs w:val="24"/>
        </w:rPr>
        <w:t>óra</w:t>
      </w:r>
    </w:p>
    <w:p w:rsidR="00002BBD" w:rsidRPr="009B2197" w:rsidRDefault="00002BBD" w:rsidP="006B1CD4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  <w:u w:val="single"/>
        </w:rPr>
        <w:t xml:space="preserve">Az ülés helye: </w:t>
      </w:r>
      <w:r w:rsidRPr="009B2197">
        <w:rPr>
          <w:rFonts w:ascii="Times New Roman" w:hAnsi="Times New Roman"/>
          <w:sz w:val="24"/>
          <w:szCs w:val="24"/>
        </w:rPr>
        <w:t xml:space="preserve">Hévíz Kossuth L. u. 1. </w:t>
      </w:r>
      <w:r w:rsidR="009A7215" w:rsidRPr="009B2197">
        <w:rPr>
          <w:rFonts w:ascii="Times New Roman" w:hAnsi="Times New Roman"/>
          <w:sz w:val="24"/>
          <w:szCs w:val="24"/>
        </w:rPr>
        <w:t>Alp</w:t>
      </w:r>
      <w:r w:rsidRPr="009B2197">
        <w:rPr>
          <w:rFonts w:ascii="Times New Roman" w:hAnsi="Times New Roman"/>
          <w:sz w:val="24"/>
          <w:szCs w:val="24"/>
        </w:rPr>
        <w:t xml:space="preserve">olgármesteri iroda </w:t>
      </w:r>
    </w:p>
    <w:p w:rsidR="00002BBD" w:rsidRPr="009B2197" w:rsidRDefault="001E243E" w:rsidP="009B219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  <w:u w:val="single"/>
        </w:rPr>
        <w:t>Jelenlévő:</w:t>
      </w:r>
      <w:r w:rsidR="009A7215"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 xml:space="preserve"> </w:t>
      </w:r>
      <w:r w:rsidR="009A7215" w:rsidRPr="009B2197">
        <w:rPr>
          <w:rFonts w:ascii="Times New Roman" w:hAnsi="Times New Roman"/>
          <w:sz w:val="24"/>
          <w:szCs w:val="24"/>
        </w:rPr>
        <w:t>K</w:t>
      </w:r>
      <w:r w:rsidR="00002BBD" w:rsidRPr="009B2197">
        <w:rPr>
          <w:rFonts w:ascii="Times New Roman" w:hAnsi="Times New Roman"/>
          <w:sz w:val="24"/>
          <w:szCs w:val="24"/>
        </w:rPr>
        <w:t>epli József János alpolgármester</w:t>
      </w:r>
      <w:r w:rsidR="009A7215" w:rsidRPr="009B2197">
        <w:rPr>
          <w:rFonts w:ascii="Times New Roman" w:hAnsi="Times New Roman"/>
          <w:sz w:val="24"/>
          <w:szCs w:val="24"/>
        </w:rPr>
        <w:t>, Felügyelő Bizottság elnöke</w:t>
      </w:r>
    </w:p>
    <w:p w:rsidR="009A7215" w:rsidRPr="009B2197" w:rsidRDefault="001E243E" w:rsidP="009B219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 xml:space="preserve">    </w:t>
      </w:r>
      <w:r w:rsidR="009A7215" w:rsidRPr="009B2197">
        <w:rPr>
          <w:rFonts w:ascii="Times New Roman" w:hAnsi="Times New Roman"/>
          <w:sz w:val="24"/>
          <w:szCs w:val="24"/>
        </w:rPr>
        <w:tab/>
        <w:t xml:space="preserve">      </w:t>
      </w:r>
      <w:r w:rsidR="009A7215" w:rsidRPr="009B2197">
        <w:rPr>
          <w:rFonts w:ascii="Times New Roman" w:hAnsi="Times New Roman"/>
          <w:sz w:val="24"/>
          <w:szCs w:val="24"/>
        </w:rPr>
        <w:tab/>
        <w:t xml:space="preserve">Berkenyés István </w:t>
      </w:r>
      <w:r w:rsidR="00ED3B78" w:rsidRPr="009B2197">
        <w:rPr>
          <w:rFonts w:ascii="Times New Roman" w:hAnsi="Times New Roman"/>
          <w:sz w:val="24"/>
          <w:szCs w:val="24"/>
        </w:rPr>
        <w:t xml:space="preserve">zalavári </w:t>
      </w:r>
      <w:r w:rsidR="009A7215" w:rsidRPr="009B2197">
        <w:rPr>
          <w:rFonts w:ascii="Times New Roman" w:hAnsi="Times New Roman"/>
          <w:sz w:val="24"/>
          <w:szCs w:val="24"/>
        </w:rPr>
        <w:t xml:space="preserve">polgármester </w:t>
      </w:r>
      <w:r w:rsidR="00ED3B78" w:rsidRPr="009B2197">
        <w:rPr>
          <w:rFonts w:ascii="Times New Roman" w:hAnsi="Times New Roman"/>
          <w:sz w:val="24"/>
          <w:szCs w:val="24"/>
        </w:rPr>
        <w:t>ú</w:t>
      </w:r>
      <w:r w:rsidR="009A7215" w:rsidRPr="009B2197">
        <w:rPr>
          <w:rFonts w:ascii="Times New Roman" w:hAnsi="Times New Roman"/>
          <w:sz w:val="24"/>
          <w:szCs w:val="24"/>
        </w:rPr>
        <w:t>r</w:t>
      </w:r>
    </w:p>
    <w:p w:rsidR="009A7215" w:rsidRPr="009B2197" w:rsidRDefault="009A7215" w:rsidP="009B219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ab/>
        <w:t xml:space="preserve">       </w:t>
      </w:r>
      <w:r w:rsidRPr="009B2197">
        <w:rPr>
          <w:rFonts w:ascii="Times New Roman" w:hAnsi="Times New Roman"/>
          <w:sz w:val="24"/>
          <w:szCs w:val="24"/>
        </w:rPr>
        <w:tab/>
        <w:t xml:space="preserve">Horváth Tibor </w:t>
      </w:r>
      <w:r w:rsidR="00ED3B78" w:rsidRPr="009B2197">
        <w:rPr>
          <w:rFonts w:ascii="Times New Roman" w:hAnsi="Times New Roman"/>
          <w:sz w:val="24"/>
          <w:szCs w:val="24"/>
        </w:rPr>
        <w:t xml:space="preserve">sármelléki </w:t>
      </w:r>
      <w:r w:rsidRPr="009B2197">
        <w:rPr>
          <w:rFonts w:ascii="Times New Roman" w:hAnsi="Times New Roman"/>
          <w:sz w:val="24"/>
          <w:szCs w:val="24"/>
        </w:rPr>
        <w:t xml:space="preserve">polgármester </w:t>
      </w:r>
      <w:r w:rsidR="00ED3B78" w:rsidRPr="009B2197">
        <w:rPr>
          <w:rFonts w:ascii="Times New Roman" w:hAnsi="Times New Roman"/>
          <w:sz w:val="24"/>
          <w:szCs w:val="24"/>
        </w:rPr>
        <w:t>ú</w:t>
      </w:r>
      <w:r w:rsidRPr="009B2197">
        <w:rPr>
          <w:rFonts w:ascii="Times New Roman" w:hAnsi="Times New Roman"/>
          <w:sz w:val="24"/>
          <w:szCs w:val="24"/>
        </w:rPr>
        <w:t>r</w:t>
      </w:r>
    </w:p>
    <w:p w:rsidR="009A7215" w:rsidRPr="009B2197" w:rsidRDefault="009A7215" w:rsidP="009B219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  <w:t>Benkő Attila H-B Airport Kft. ügyvezető igazgató</w:t>
      </w:r>
    </w:p>
    <w:p w:rsidR="009B2197" w:rsidRDefault="009B2197" w:rsidP="00ED3B78">
      <w:pPr>
        <w:rPr>
          <w:rFonts w:ascii="Times New Roman" w:hAnsi="Times New Roman"/>
          <w:sz w:val="24"/>
          <w:szCs w:val="24"/>
        </w:rPr>
      </w:pPr>
    </w:p>
    <w:p w:rsidR="009A7215" w:rsidRPr="009B2197" w:rsidRDefault="009A7215" w:rsidP="009A721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002BBD" w:rsidRPr="009B2197" w:rsidRDefault="00002BBD" w:rsidP="009A7215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ED3B78" w:rsidRPr="009B2197" w:rsidRDefault="009A7215" w:rsidP="001E243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B2197">
        <w:rPr>
          <w:rFonts w:ascii="Times New Roman" w:hAnsi="Times New Roman"/>
          <w:b/>
          <w:sz w:val="24"/>
          <w:szCs w:val="24"/>
        </w:rPr>
        <w:t xml:space="preserve">Kepli József János alpolgármester úr, a Hévíz-Balaton Airport Kft. Felügyelő Bizottságának elnöke:  </w:t>
      </w:r>
    </w:p>
    <w:p w:rsidR="009A7215" w:rsidRPr="009B2197" w:rsidRDefault="00002BBD" w:rsidP="001E243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 xml:space="preserve">Ismertette a </w:t>
      </w:r>
      <w:r w:rsidR="009A7215" w:rsidRPr="009B2197">
        <w:rPr>
          <w:rFonts w:ascii="Times New Roman" w:hAnsi="Times New Roman"/>
          <w:sz w:val="24"/>
          <w:szCs w:val="24"/>
        </w:rPr>
        <w:t xml:space="preserve">Hévíz-Balaton Airport Kft. </w:t>
      </w:r>
      <w:r w:rsidRPr="009B2197">
        <w:rPr>
          <w:rFonts w:ascii="Times New Roman" w:hAnsi="Times New Roman"/>
          <w:sz w:val="24"/>
          <w:szCs w:val="24"/>
        </w:rPr>
        <w:t>201</w:t>
      </w:r>
      <w:r w:rsidR="009A7215" w:rsidRPr="009B2197">
        <w:rPr>
          <w:rFonts w:ascii="Times New Roman" w:hAnsi="Times New Roman"/>
          <w:sz w:val="24"/>
          <w:szCs w:val="24"/>
        </w:rPr>
        <w:t>3</w:t>
      </w:r>
      <w:r w:rsidRPr="009B2197">
        <w:rPr>
          <w:rFonts w:ascii="Times New Roman" w:hAnsi="Times New Roman"/>
          <w:sz w:val="24"/>
          <w:szCs w:val="24"/>
        </w:rPr>
        <w:t xml:space="preserve">. </w:t>
      </w:r>
      <w:r w:rsidR="009A7215" w:rsidRPr="009B2197">
        <w:rPr>
          <w:rFonts w:ascii="Times New Roman" w:hAnsi="Times New Roman"/>
          <w:sz w:val="24"/>
          <w:szCs w:val="24"/>
        </w:rPr>
        <w:t xml:space="preserve">évi üzleti tervét, amelyet a </w:t>
      </w:r>
      <w:r w:rsidR="00ED3B78" w:rsidRPr="009B2197">
        <w:rPr>
          <w:rFonts w:ascii="Times New Roman" w:hAnsi="Times New Roman"/>
          <w:sz w:val="24"/>
          <w:szCs w:val="24"/>
        </w:rPr>
        <w:t>Felügyelő Bizottság egyhangu</w:t>
      </w:r>
      <w:r w:rsidR="009A7215" w:rsidRPr="009B2197">
        <w:rPr>
          <w:rFonts w:ascii="Times New Roman" w:hAnsi="Times New Roman"/>
          <w:sz w:val="24"/>
          <w:szCs w:val="24"/>
        </w:rPr>
        <w:t>lag elfogadott.</w:t>
      </w:r>
    </w:p>
    <w:p w:rsidR="00AC5394" w:rsidRPr="009B2197" w:rsidRDefault="00AC5394" w:rsidP="001E24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5394" w:rsidRPr="009B2197" w:rsidRDefault="008C1497" w:rsidP="001E24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 xml:space="preserve">A Felügyelő Bizottság </w:t>
      </w:r>
      <w:r w:rsidR="003C6409">
        <w:rPr>
          <w:rFonts w:ascii="Times New Roman" w:hAnsi="Times New Roman"/>
          <w:sz w:val="24"/>
          <w:szCs w:val="24"/>
        </w:rPr>
        <w:t xml:space="preserve">felkéri Benkő Attila ügyvezető igazgatót, hogy </w:t>
      </w:r>
      <w:r w:rsidR="003C6409" w:rsidRPr="009B2197">
        <w:rPr>
          <w:rFonts w:ascii="Times New Roman" w:hAnsi="Times New Roman"/>
          <w:sz w:val="24"/>
          <w:szCs w:val="24"/>
        </w:rPr>
        <w:t>kezdeményez</w:t>
      </w:r>
      <w:r w:rsidR="003C6409">
        <w:rPr>
          <w:rFonts w:ascii="Times New Roman" w:hAnsi="Times New Roman"/>
          <w:sz w:val="24"/>
          <w:szCs w:val="24"/>
        </w:rPr>
        <w:t>zen</w:t>
      </w:r>
      <w:r w:rsidR="003C6409" w:rsidRPr="009B2197">
        <w:rPr>
          <w:rFonts w:ascii="Times New Roman" w:hAnsi="Times New Roman"/>
          <w:sz w:val="24"/>
          <w:szCs w:val="24"/>
        </w:rPr>
        <w:t xml:space="preserve"> </w:t>
      </w:r>
      <w:r w:rsidRPr="009B2197">
        <w:rPr>
          <w:rFonts w:ascii="Times New Roman" w:hAnsi="Times New Roman"/>
          <w:sz w:val="24"/>
          <w:szCs w:val="24"/>
        </w:rPr>
        <w:t xml:space="preserve">tárgyalásokat </w:t>
      </w:r>
      <w:r w:rsidR="002C73AE">
        <w:rPr>
          <w:rFonts w:ascii="Times New Roman" w:hAnsi="Times New Roman"/>
          <w:sz w:val="24"/>
          <w:szCs w:val="24"/>
        </w:rPr>
        <w:t xml:space="preserve">a </w:t>
      </w:r>
      <w:r w:rsidR="003C6409">
        <w:rPr>
          <w:rFonts w:ascii="Times New Roman" w:hAnsi="Times New Roman"/>
          <w:sz w:val="24"/>
          <w:szCs w:val="24"/>
        </w:rPr>
        <w:t>felszám</w:t>
      </w:r>
      <w:r w:rsidRPr="009B2197">
        <w:rPr>
          <w:rFonts w:ascii="Times New Roman" w:hAnsi="Times New Roman"/>
          <w:sz w:val="24"/>
          <w:szCs w:val="24"/>
        </w:rPr>
        <w:t>oló</w:t>
      </w:r>
      <w:r w:rsidR="003C6409">
        <w:rPr>
          <w:rFonts w:ascii="Times New Roman" w:hAnsi="Times New Roman"/>
          <w:sz w:val="24"/>
          <w:szCs w:val="24"/>
        </w:rPr>
        <w:t>nak fizetett</w:t>
      </w:r>
      <w:r w:rsidRPr="009B2197">
        <w:rPr>
          <w:rFonts w:ascii="Times New Roman" w:hAnsi="Times New Roman"/>
          <w:sz w:val="24"/>
          <w:szCs w:val="24"/>
        </w:rPr>
        <w:t xml:space="preserve"> bérlet ös</w:t>
      </w:r>
      <w:r w:rsidR="00ED3B78" w:rsidRPr="009B2197">
        <w:rPr>
          <w:rFonts w:ascii="Times New Roman" w:hAnsi="Times New Roman"/>
          <w:sz w:val="24"/>
          <w:szCs w:val="24"/>
        </w:rPr>
        <w:t>s</w:t>
      </w:r>
      <w:r w:rsidRPr="009B2197">
        <w:rPr>
          <w:rFonts w:ascii="Times New Roman" w:hAnsi="Times New Roman"/>
          <w:sz w:val="24"/>
          <w:szCs w:val="24"/>
        </w:rPr>
        <w:t>zeg</w:t>
      </w:r>
      <w:r w:rsidR="002C73AE">
        <w:rPr>
          <w:rFonts w:ascii="Times New Roman" w:hAnsi="Times New Roman"/>
          <w:sz w:val="24"/>
          <w:szCs w:val="24"/>
        </w:rPr>
        <w:t>ének</w:t>
      </w:r>
      <w:r w:rsidRPr="009B2197">
        <w:rPr>
          <w:rFonts w:ascii="Times New Roman" w:hAnsi="Times New Roman"/>
          <w:sz w:val="24"/>
          <w:szCs w:val="24"/>
        </w:rPr>
        <w:t xml:space="preserve"> </w:t>
      </w:r>
      <w:r w:rsidR="002C73AE">
        <w:rPr>
          <w:rFonts w:ascii="Times New Roman" w:hAnsi="Times New Roman"/>
          <w:sz w:val="24"/>
          <w:szCs w:val="24"/>
        </w:rPr>
        <w:t xml:space="preserve">csökkentésével kapcsolatban, hogy az itt megspórolt összeg a </w:t>
      </w:r>
      <w:r w:rsidRPr="009B2197">
        <w:rPr>
          <w:rFonts w:ascii="Times New Roman" w:hAnsi="Times New Roman"/>
          <w:sz w:val="24"/>
          <w:szCs w:val="24"/>
        </w:rPr>
        <w:t>ké</w:t>
      </w:r>
      <w:r w:rsidR="00ED3B78" w:rsidRPr="009B2197">
        <w:rPr>
          <w:rFonts w:ascii="Times New Roman" w:hAnsi="Times New Roman"/>
          <w:sz w:val="24"/>
          <w:szCs w:val="24"/>
        </w:rPr>
        <w:t>t</w:t>
      </w:r>
      <w:r w:rsidRPr="009B2197">
        <w:rPr>
          <w:rFonts w:ascii="Times New Roman" w:hAnsi="Times New Roman"/>
          <w:sz w:val="24"/>
          <w:szCs w:val="24"/>
        </w:rPr>
        <w:t xml:space="preserve"> Önkormányzat</w:t>
      </w:r>
      <w:r w:rsidR="002C73AE">
        <w:rPr>
          <w:rFonts w:ascii="Times New Roman" w:hAnsi="Times New Roman"/>
          <w:sz w:val="24"/>
          <w:szCs w:val="24"/>
        </w:rPr>
        <w:t>nak</w:t>
      </w:r>
      <w:r w:rsidRPr="009B21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B2197">
        <w:rPr>
          <w:rFonts w:ascii="Times New Roman" w:hAnsi="Times New Roman"/>
          <w:sz w:val="24"/>
          <w:szCs w:val="24"/>
        </w:rPr>
        <w:t>( Sármellék</w:t>
      </w:r>
      <w:proofErr w:type="gramEnd"/>
      <w:r w:rsidRPr="009B2197">
        <w:rPr>
          <w:rFonts w:ascii="Times New Roman" w:hAnsi="Times New Roman"/>
          <w:sz w:val="24"/>
          <w:szCs w:val="24"/>
        </w:rPr>
        <w:t xml:space="preserve"> Község Önkormányzata és Zalavár Község Önkormányzata) </w:t>
      </w:r>
      <w:r w:rsidR="002C73AE">
        <w:rPr>
          <w:rFonts w:ascii="Times New Roman" w:hAnsi="Times New Roman"/>
          <w:sz w:val="24"/>
          <w:szCs w:val="24"/>
        </w:rPr>
        <w:t>fizetett bérleti díjba beszámítható legyen.</w:t>
      </w:r>
    </w:p>
    <w:p w:rsidR="008C1497" w:rsidRDefault="008C1497" w:rsidP="001E24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3B78" w:rsidRPr="009B2197" w:rsidRDefault="00AC5394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</w:p>
    <w:p w:rsidR="00ED3B78" w:rsidRDefault="00ED3B78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3AE" w:rsidRDefault="002C73AE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3AE" w:rsidRDefault="002C73AE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3AE" w:rsidRPr="009B2197" w:rsidRDefault="002C73AE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3B78" w:rsidRPr="009B2197" w:rsidRDefault="00AC5394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</w:p>
    <w:p w:rsidR="00ED3B78" w:rsidRPr="009B2197" w:rsidRDefault="00ED3B78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5394" w:rsidRPr="009B2197" w:rsidRDefault="00ED3B78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="008C1497" w:rsidRPr="009B2197">
        <w:rPr>
          <w:rFonts w:ascii="Times New Roman" w:hAnsi="Times New Roman"/>
          <w:sz w:val="24"/>
          <w:szCs w:val="24"/>
        </w:rPr>
        <w:t>Kepli József János</w:t>
      </w:r>
    </w:p>
    <w:p w:rsidR="008C1497" w:rsidRPr="009B2197" w:rsidRDefault="00ED3B78" w:rsidP="008C1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Pr="009B2197">
        <w:rPr>
          <w:rFonts w:ascii="Times New Roman" w:hAnsi="Times New Roman"/>
          <w:sz w:val="24"/>
          <w:szCs w:val="24"/>
        </w:rPr>
        <w:tab/>
      </w:r>
      <w:r w:rsidR="008C1497" w:rsidRPr="009B2197">
        <w:rPr>
          <w:rFonts w:ascii="Times New Roman" w:hAnsi="Times New Roman"/>
          <w:sz w:val="24"/>
          <w:szCs w:val="24"/>
        </w:rPr>
        <w:t>Hévíz-Balaton Airport Kft Felügyelő Bizottság elnöke</w:t>
      </w:r>
    </w:p>
    <w:sectPr w:rsidR="008C1497" w:rsidRPr="009B2197" w:rsidSect="00423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095B"/>
    <w:rsid w:val="00002BBD"/>
    <w:rsid w:val="000E095B"/>
    <w:rsid w:val="00163D9D"/>
    <w:rsid w:val="001E243E"/>
    <w:rsid w:val="002C73AE"/>
    <w:rsid w:val="003B76DE"/>
    <w:rsid w:val="003C6409"/>
    <w:rsid w:val="00423913"/>
    <w:rsid w:val="0067468F"/>
    <w:rsid w:val="006B1CD4"/>
    <w:rsid w:val="008C1497"/>
    <w:rsid w:val="009A7215"/>
    <w:rsid w:val="009B1369"/>
    <w:rsid w:val="009B2197"/>
    <w:rsid w:val="00AC5394"/>
    <w:rsid w:val="00CD5FF5"/>
    <w:rsid w:val="00DC0992"/>
    <w:rsid w:val="00ED3B78"/>
    <w:rsid w:val="00F76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3913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002BBD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002B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02BBD"/>
    <w:rPr>
      <w:rFonts w:ascii="Times New Roman" w:eastAsia="Times New Roman" w:hAnsi="Times New Roman"/>
      <w:b/>
      <w:sz w:val="24"/>
    </w:rPr>
  </w:style>
  <w:style w:type="character" w:customStyle="1" w:styleId="Cmsor2Char">
    <w:name w:val="Címsor 2 Char"/>
    <w:basedOn w:val="Bekezdsalapbettpusa"/>
    <w:link w:val="Cmsor2"/>
    <w:rsid w:val="00002BBD"/>
    <w:rPr>
      <w:rFonts w:ascii="Times New Roman" w:eastAsia="Times New Roman" w:hAnsi="Times New Roman"/>
      <w:b/>
      <w:sz w:val="24"/>
      <w:u w:val="single"/>
    </w:rPr>
  </w:style>
  <w:style w:type="paragraph" w:styleId="Buborkszveg">
    <w:name w:val="Balloon Text"/>
    <w:basedOn w:val="Norml"/>
    <w:semiHidden/>
    <w:rsid w:val="006B1C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Önkormányzata</vt:lpstr>
    </vt:vector>
  </TitlesOfParts>
  <Company>Your Organization Name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Önkormányzata</dc:title>
  <dc:subject/>
  <dc:creator>Your User Name</dc:creator>
  <cp:keywords/>
  <dc:description/>
  <cp:lastModifiedBy>horvath.anita</cp:lastModifiedBy>
  <cp:revision>2</cp:revision>
  <cp:lastPrinted>2013-03-21T15:19:00Z</cp:lastPrinted>
  <dcterms:created xsi:type="dcterms:W3CDTF">2013-03-21T15:33:00Z</dcterms:created>
  <dcterms:modified xsi:type="dcterms:W3CDTF">2013-03-21T15:33:00Z</dcterms:modified>
</cp:coreProperties>
</file>